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A2B39" w14:textId="77777777"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Pr>
          <w:sz w:val="22"/>
          <w:szCs w:val="22"/>
          <w:lang w:val="en-GB"/>
        </w:rPr>
        <w:t>Notification Letter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 xml:space="preserve">Square brackets </w:t>
      </w:r>
      <w:proofErr w:type="gramStart"/>
      <w:r w:rsidR="00D873E8" w:rsidRPr="008F65FE">
        <w:rPr>
          <w:b w:val="0"/>
          <w:sz w:val="22"/>
          <w:szCs w:val="22"/>
          <w:lang w:val="en-GB"/>
        </w:rPr>
        <w:t>[ ]</w:t>
      </w:r>
      <w:proofErr w:type="gramEnd"/>
      <w:r w:rsidR="00D873E8" w:rsidRPr="008F65FE">
        <w:rPr>
          <w:b w:val="0"/>
          <w:sz w:val="22"/>
          <w:szCs w:val="22"/>
          <w:lang w:val="en-GB"/>
        </w:rPr>
        <w:t xml:space="preserve">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14:paraId="7209026B"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5EAEC57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Letterhead of Contracting Authority</w:t>
      </w:r>
      <w:r w:rsidRPr="00C66485">
        <w:rPr>
          <w:rFonts w:ascii="Times New Roman" w:hAnsi="Times New Roman"/>
          <w:b/>
          <w:szCs w:val="22"/>
        </w:rPr>
        <w:t xml:space="preserve"> &gt;</w:t>
      </w:r>
      <w:r w:rsidR="0020310D">
        <w:rPr>
          <w:rFonts w:ascii="Times New Roman" w:hAnsi="Times New Roman"/>
          <w:b/>
          <w:szCs w:val="22"/>
        </w:rPr>
        <w:t xml:space="preserve"> </w:t>
      </w:r>
    </w:p>
    <w:p w14:paraId="71DA7D82"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60DDA29"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3C775380"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48CB31F6"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364889C0"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17D96D5C"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8F65FE">
        <w:rPr>
          <w:rFonts w:ascii="Times New Roman" w:hAnsi="Times New Roman"/>
          <w:szCs w:val="22"/>
          <w:highlight w:val="yellow"/>
        </w:rPr>
        <w:t>Publication reference</w:t>
      </w:r>
      <w:r w:rsidRPr="00C66485">
        <w:rPr>
          <w:rFonts w:ascii="Times New Roman" w:hAnsi="Times New Roman"/>
          <w:szCs w:val="22"/>
        </w:rPr>
        <w:t xml:space="preserve"> &gt;</w:t>
      </w:r>
    </w:p>
    <w:p w14:paraId="0B45176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8F65FE">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49F67A3"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14:paraId="1E2A9D3A" w14:textId="516EB665"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E714D1">
        <w:rPr>
          <w:rFonts w:ascii="Times New Roman" w:hAnsi="Times New Roman"/>
          <w:color w:val="000000"/>
          <w:szCs w:val="22"/>
        </w:rPr>
        <w:t xml:space="preserve">The above contract will be awarded to you for the amount mentioned in your tender </w:t>
      </w:r>
      <w:r w:rsidRPr="008F65FE">
        <w:rPr>
          <w:rFonts w:ascii="Times New Roman" w:hAnsi="Times New Roman"/>
          <w:color w:val="000000"/>
          <w:szCs w:val="22"/>
          <w:highlight w:val="lightGray"/>
        </w:rPr>
        <w:t xml:space="preserve">[,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xml:space="preserve">] </w:t>
      </w:r>
      <w:r w:rsidRPr="00E714D1">
        <w:rPr>
          <w:rFonts w:ascii="Times New Roman" w:hAnsi="Times New Roman"/>
          <w:color w:val="000000"/>
          <w:szCs w:val="22"/>
        </w:rPr>
        <w:t>and on the basis of the conditions stipulated in the tender dossier</w:t>
      </w:r>
      <w:r w:rsidRPr="00D51F32">
        <w:rPr>
          <w:rFonts w:ascii="Times New Roman" w:hAnsi="Times New Roman"/>
          <w:color w:val="000000"/>
          <w:szCs w:val="22"/>
        </w:rPr>
        <w:t>.</w:t>
      </w:r>
    </w:p>
    <w:p w14:paraId="63DE6CB8" w14:textId="14E139D4"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Pr="008F65FE">
        <w:rPr>
          <w:rFonts w:ascii="Times New Roman" w:hAnsi="Times New Roman"/>
          <w:color w:val="000000"/>
          <w:szCs w:val="22"/>
          <w:highlight w:val="yellow"/>
        </w:rPr>
        <w:t>national currency</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66FDC6F4" w14:textId="77777777"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30C65F00"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These scores are based on the average technical points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93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2"/>
        <w:gridCol w:w="943"/>
        <w:gridCol w:w="850"/>
        <w:gridCol w:w="851"/>
        <w:gridCol w:w="709"/>
        <w:gridCol w:w="409"/>
        <w:gridCol w:w="16"/>
        <w:gridCol w:w="1417"/>
        <w:gridCol w:w="1134"/>
        <w:gridCol w:w="900"/>
      </w:tblGrid>
      <w:tr w:rsidR="005848DB" w:rsidRPr="00C66485" w14:paraId="7595D0EF" w14:textId="77777777">
        <w:trPr>
          <w:gridBefore w:val="6"/>
          <w:wBefore w:w="5464" w:type="dxa"/>
        </w:trPr>
        <w:tc>
          <w:tcPr>
            <w:tcW w:w="3467" w:type="dxa"/>
            <w:gridSpan w:val="4"/>
            <w:tcBorders>
              <w:top w:val="single" w:sz="4" w:space="0" w:color="auto"/>
              <w:left w:val="single" w:sz="4" w:space="0" w:color="auto"/>
              <w:bottom w:val="single" w:sz="4" w:space="0" w:color="auto"/>
              <w:right w:val="single" w:sz="4" w:space="0" w:color="auto"/>
            </w:tcBorders>
          </w:tcPr>
          <w:p w14:paraId="45374D1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lastRenderedPageBreak/>
              <w:t>Composite Results</w:t>
            </w:r>
          </w:p>
        </w:tc>
      </w:tr>
      <w:tr w:rsidR="005848DB" w:rsidRPr="00C66485" w14:paraId="25384861" w14:textId="77777777">
        <w:tc>
          <w:tcPr>
            <w:tcW w:w="1702" w:type="dxa"/>
            <w:tcBorders>
              <w:top w:val="single" w:sz="4" w:space="0" w:color="auto"/>
              <w:left w:val="single" w:sz="4" w:space="0" w:color="auto"/>
              <w:bottom w:val="single" w:sz="4" w:space="0" w:color="auto"/>
              <w:right w:val="single" w:sz="4" w:space="0" w:color="auto"/>
            </w:tcBorders>
          </w:tcPr>
          <w:p w14:paraId="0F7D4FA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14:paraId="5565394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14:paraId="2753CF9C"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1</w:t>
            </w:r>
            <w:r w:rsidRPr="00C247F2">
              <w:rPr>
                <w:rFonts w:ascii="Times New Roman" w:hAnsi="Times New Roman"/>
                <w:color w:val="000000"/>
                <w:spacing w:val="-2"/>
                <w:szCs w:val="22"/>
                <w:highlight w:val="lightGray"/>
              </w:rPr>
              <w:t>]</w:t>
            </w:r>
          </w:p>
        </w:tc>
        <w:tc>
          <w:tcPr>
            <w:tcW w:w="851" w:type="dxa"/>
            <w:tcBorders>
              <w:top w:val="single" w:sz="4" w:space="0" w:color="auto"/>
              <w:left w:val="single" w:sz="4" w:space="0" w:color="auto"/>
              <w:bottom w:val="single" w:sz="4" w:space="0" w:color="auto"/>
              <w:right w:val="single" w:sz="4" w:space="0" w:color="auto"/>
            </w:tcBorders>
          </w:tcPr>
          <w:p w14:paraId="55505396"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2</w:t>
            </w:r>
            <w:r w:rsidRPr="00C247F2">
              <w:rPr>
                <w:rFonts w:ascii="Times New Roman" w:hAnsi="Times New Roman"/>
                <w:color w:val="000000"/>
                <w:spacing w:val="-2"/>
                <w:szCs w:val="22"/>
                <w:highlight w:val="lightGray"/>
              </w:rPr>
              <w:t>]</w:t>
            </w:r>
          </w:p>
        </w:tc>
        <w:tc>
          <w:tcPr>
            <w:tcW w:w="709" w:type="dxa"/>
            <w:tcBorders>
              <w:top w:val="single" w:sz="4" w:space="0" w:color="auto"/>
              <w:left w:val="single" w:sz="4" w:space="0" w:color="auto"/>
              <w:bottom w:val="single" w:sz="4" w:space="0" w:color="auto"/>
              <w:right w:val="single" w:sz="4" w:space="0" w:color="auto"/>
            </w:tcBorders>
          </w:tcPr>
          <w:p w14:paraId="05A37903"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3</w:t>
            </w:r>
            <w:r w:rsidRPr="00C247F2">
              <w:rPr>
                <w:rFonts w:ascii="Times New Roman" w:hAnsi="Times New Roman"/>
                <w:color w:val="000000"/>
                <w:spacing w:val="-2"/>
                <w:szCs w:val="22"/>
                <w:highlight w:val="lightGray"/>
              </w:rPr>
              <w:t>]</w:t>
            </w:r>
          </w:p>
        </w:tc>
        <w:tc>
          <w:tcPr>
            <w:tcW w:w="425" w:type="dxa"/>
            <w:gridSpan w:val="2"/>
            <w:tcBorders>
              <w:top w:val="single" w:sz="4" w:space="0" w:color="auto"/>
              <w:left w:val="single" w:sz="4" w:space="0" w:color="auto"/>
              <w:bottom w:val="single" w:sz="4" w:space="0" w:color="auto"/>
              <w:right w:val="nil"/>
            </w:tcBorders>
          </w:tcPr>
          <w:p w14:paraId="6B66218F" w14:textId="77777777" w:rsidR="005848DB" w:rsidRPr="00C66485"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005848DB"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tcBorders>
              <w:top w:val="single" w:sz="2" w:space="0" w:color="auto"/>
              <w:left w:val="single" w:sz="18" w:space="0" w:color="auto"/>
              <w:bottom w:val="single" w:sz="2" w:space="0" w:color="auto"/>
              <w:right w:val="single" w:sz="2" w:space="0" w:color="auto"/>
            </w:tcBorders>
          </w:tcPr>
          <w:p w14:paraId="4822510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Tech score</w:t>
            </w:r>
            <w:r w:rsidR="007142D2">
              <w:rPr>
                <w:rFonts w:ascii="Times New Roman" w:hAnsi="Times New Roman"/>
                <w:color w:val="000000"/>
                <w:spacing w:val="-2"/>
                <w:szCs w:val="22"/>
              </w:rPr>
              <w:t xml:space="preserve"> </w:t>
            </w:r>
            <w:r w:rsidR="007142D2">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14:paraId="678A561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sidR="00037BC6">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900" w:type="dxa"/>
            <w:tcBorders>
              <w:top w:val="single" w:sz="4" w:space="0" w:color="auto"/>
              <w:left w:val="single" w:sz="4" w:space="0" w:color="auto"/>
              <w:bottom w:val="single" w:sz="4" w:space="0" w:color="auto"/>
              <w:right w:val="single" w:sz="4" w:space="0" w:color="auto"/>
            </w:tcBorders>
          </w:tcPr>
          <w:p w14:paraId="4116DD6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5848DB" w:rsidRPr="00C66485" w14:paraId="14C8549A" w14:textId="77777777">
        <w:tc>
          <w:tcPr>
            <w:tcW w:w="1702" w:type="dxa"/>
            <w:tcBorders>
              <w:top w:val="single" w:sz="4" w:space="0" w:color="auto"/>
              <w:left w:val="single" w:sz="4" w:space="0" w:color="auto"/>
              <w:bottom w:val="single" w:sz="4" w:space="0" w:color="auto"/>
              <w:right w:val="single" w:sz="4" w:space="0" w:color="auto"/>
            </w:tcBorders>
          </w:tcPr>
          <w:p w14:paraId="7B3D7F2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14:paraId="0144448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3304BF0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5821A29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D6897C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509264C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1B314A2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4CF6EA4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37856D8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5848DB" w:rsidRPr="00C66485" w14:paraId="6E0FB932" w14:textId="77777777">
        <w:tc>
          <w:tcPr>
            <w:tcW w:w="1702" w:type="dxa"/>
            <w:tcBorders>
              <w:top w:val="single" w:sz="4" w:space="0" w:color="auto"/>
              <w:left w:val="single" w:sz="4" w:space="0" w:color="auto"/>
              <w:bottom w:val="single" w:sz="4" w:space="0" w:color="auto"/>
              <w:right w:val="single" w:sz="4" w:space="0" w:color="auto"/>
            </w:tcBorders>
          </w:tcPr>
          <w:p w14:paraId="6462490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14:paraId="2998440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5177442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677F0E38"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0516A1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1E5EBAF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333820D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0B5113B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406E99D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35923A79" w14:textId="77777777" w:rsidR="00D51F32" w:rsidRDefault="00D51F3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pacing w:val="-2"/>
          <w:szCs w:val="22"/>
        </w:rPr>
      </w:pPr>
    </w:p>
    <w:p w14:paraId="45DA02EE" w14:textId="635D5387" w:rsidR="00C54C92" w:rsidRPr="008F65FE" w:rsidRDefault="00C54C9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w:t>
      </w:r>
      <w:r w:rsidRPr="008F65FE">
        <w:rPr>
          <w:rFonts w:ascii="Times New Roman" w:hAnsi="Times New Roman"/>
          <w:szCs w:val="22"/>
          <w:highlight w:val="yellow"/>
        </w:rPr>
        <w:t>Where evidence documents for exclusion criteria shall be submitted</w:t>
      </w:r>
      <w:r w:rsidR="00D51F32">
        <w:rPr>
          <w:rFonts w:ascii="Times New Roman" w:hAnsi="Times New Roman"/>
          <w:szCs w:val="22"/>
          <w:highlight w:val="yellow"/>
        </w:rPr>
        <w:t xml:space="preserve"> (</w:t>
      </w:r>
      <w:r w:rsidRPr="008F65FE">
        <w:rPr>
          <w:rFonts w:ascii="Times New Roman" w:hAnsi="Times New Roman"/>
          <w:szCs w:val="22"/>
          <w:highlight w:val="yellow"/>
        </w:rPr>
        <w:t xml:space="preserve">For contracts with a value of less than the international thresholds (service &lt; </w:t>
      </w:r>
      <w:r w:rsidR="000E2A56" w:rsidRPr="008F65FE">
        <w:rPr>
          <w:rFonts w:ascii="Times New Roman" w:hAnsi="Times New Roman"/>
          <w:szCs w:val="22"/>
          <w:highlight w:val="yellow"/>
        </w:rPr>
        <w:t xml:space="preserve">EUR </w:t>
      </w:r>
      <w:r w:rsidRPr="008F65FE">
        <w:rPr>
          <w:rFonts w:ascii="Times New Roman" w:hAnsi="Times New Roman"/>
          <w:szCs w:val="22"/>
          <w:highlight w:val="yellow"/>
        </w:rPr>
        <w:t xml:space="preserve">300.000) there is no obligation to submit the </w:t>
      </w:r>
      <w:proofErr w:type="gramStart"/>
      <w:r w:rsidRPr="008F65FE">
        <w:rPr>
          <w:rFonts w:ascii="Times New Roman" w:hAnsi="Times New Roman"/>
          <w:szCs w:val="22"/>
          <w:highlight w:val="yellow"/>
        </w:rPr>
        <w:t>above mentioned</w:t>
      </w:r>
      <w:proofErr w:type="gramEnd"/>
      <w:r w:rsidRPr="008F65FE">
        <w:rPr>
          <w:rFonts w:ascii="Times New Roman" w:hAnsi="Times New Roman"/>
          <w:szCs w:val="22"/>
          <w:highlight w:val="yellow"/>
        </w:rPr>
        <w:t xml:space="preserve"> documents. The Contracting Authority may however, where it has doubts as to whether the tenderer to whom the contract is to be awarded is in one of the situations of exclusion, require him to provide the evidence</w:t>
      </w:r>
      <w:r w:rsidR="00D51F32">
        <w:rPr>
          <w:rFonts w:ascii="Times New Roman" w:hAnsi="Times New Roman"/>
          <w:szCs w:val="22"/>
          <w:highlight w:val="yellow"/>
        </w:rPr>
        <w:t>)</w:t>
      </w:r>
      <w:r w:rsidRPr="008F65FE">
        <w:rPr>
          <w:rFonts w:ascii="Times New Roman" w:hAnsi="Times New Roman"/>
          <w:szCs w:val="22"/>
          <w:highlight w:val="yellow"/>
        </w:rPr>
        <w:t>:</w:t>
      </w:r>
    </w:p>
    <w:p w14:paraId="57AF4F88" w14:textId="154A8C8A" w:rsidR="000E2A56" w:rsidRDefault="00C54C92"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F65FE">
        <w:rPr>
          <w:rFonts w:ascii="Times New Roman" w:hAnsi="Times New Roman"/>
          <w:color w:val="000000"/>
          <w:szCs w:val="22"/>
          <w:highlight w:val="lightGray"/>
        </w:rPr>
        <w:t>Please submit admissible proof or statement usual under the law of the country in which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each consortium member] is established that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each of the consortium members] does not fall into any of the exclusion situations listed in </w:t>
      </w:r>
      <w:r w:rsidR="00D51F32">
        <w:rPr>
          <w:rFonts w:ascii="Times New Roman" w:hAnsi="Times New Roman"/>
          <w:color w:val="000000"/>
          <w:szCs w:val="22"/>
          <w:highlight w:val="lightGray"/>
        </w:rPr>
        <w:t>the Tender Dossier</w:t>
      </w:r>
      <w:r w:rsidRPr="008F65FE">
        <w:rPr>
          <w:rFonts w:ascii="Times New Roman" w:hAnsi="Times New Roman"/>
          <w:color w:val="000000"/>
          <w:szCs w:val="22"/>
          <w:highlight w:val="lightGray"/>
        </w:rPr>
        <w:t>, in accordance with the undertaking in the tenderer's declaration[s] included in your tender.</w:t>
      </w:r>
      <w:r w:rsidR="00812CBC">
        <w:rPr>
          <w:rFonts w:ascii="Times New Roman" w:hAnsi="Times New Roman"/>
          <w:color w:val="000000"/>
          <w:szCs w:val="22"/>
          <w:highlight w:val="lightGray"/>
        </w:rPr>
        <w:t xml:space="preserve"> Examples of the admissible supporting documents are provided in Section </w:t>
      </w:r>
      <w:r w:rsidR="00167F63">
        <w:rPr>
          <w:rFonts w:ascii="Times New Roman" w:hAnsi="Times New Roman"/>
          <w:color w:val="000000"/>
          <w:szCs w:val="22"/>
          <w:highlight w:val="lightGray"/>
        </w:rPr>
        <w:t>2.6.10.1.3.</w:t>
      </w:r>
      <w:r w:rsidR="00812CBC">
        <w:rPr>
          <w:rFonts w:ascii="Times New Roman" w:hAnsi="Times New Roman"/>
          <w:color w:val="000000"/>
          <w:szCs w:val="22"/>
          <w:highlight w:val="lightGray"/>
        </w:rPr>
        <w:t xml:space="preserve"> of the Practical Guide.</w:t>
      </w:r>
      <w:r w:rsidRPr="008F65FE">
        <w:rPr>
          <w:rFonts w:ascii="Times New Roman" w:hAnsi="Times New Roman"/>
          <w:color w:val="000000"/>
          <w:szCs w:val="22"/>
          <w:highlight w:val="lightGray"/>
        </w:rPr>
        <w:t xml:space="preserve"> The date on the evidence or documents provided must be no earlier than 1 year before the date of </w:t>
      </w:r>
      <w:r w:rsidRPr="008F65FE">
        <w:rPr>
          <w:rFonts w:ascii="Times New Roman" w:hAnsi="Times New Roman"/>
          <w:szCs w:val="22"/>
          <w:highlight w:val="lightGray"/>
        </w:rPr>
        <w:t>submission of the tender</w:t>
      </w:r>
      <w:r w:rsidRPr="008F65FE">
        <w:rPr>
          <w:rFonts w:ascii="Times New Roman" w:hAnsi="Times New Roman"/>
          <w:color w:val="000000"/>
          <w:szCs w:val="22"/>
          <w:highlight w:val="lightGray"/>
        </w:rPr>
        <w:t>. [You</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 [</w:t>
      </w:r>
      <w:r w:rsidR="0010320C">
        <w:rPr>
          <w:rFonts w:ascii="Times New Roman" w:hAnsi="Times New Roman"/>
          <w:color w:val="000000"/>
          <w:szCs w:val="22"/>
          <w:highlight w:val="lightGray"/>
        </w:rPr>
        <w:t>E</w:t>
      </w:r>
      <w:r w:rsidR="0010320C" w:rsidRPr="008F65FE">
        <w:rPr>
          <w:rFonts w:ascii="Times New Roman" w:hAnsi="Times New Roman"/>
          <w:color w:val="000000"/>
          <w:szCs w:val="22"/>
          <w:highlight w:val="lightGray"/>
        </w:rPr>
        <w:t xml:space="preserve">ach </w:t>
      </w:r>
      <w:r w:rsidRPr="008F65FE">
        <w:rPr>
          <w:rFonts w:ascii="Times New Roman" w:hAnsi="Times New Roman"/>
          <w:color w:val="000000"/>
          <w:szCs w:val="22"/>
          <w:highlight w:val="lightGray"/>
        </w:rPr>
        <w:t>consortium member] must, in addition, provide a statement that the situation has not been altered in the period that has elapsed since the evidence in question was drawn up</w:t>
      </w:r>
      <w:proofErr w:type="gramStart"/>
      <w:r w:rsidRPr="008F65FE">
        <w:rPr>
          <w:rFonts w:ascii="Times New Roman" w:hAnsi="Times New Roman"/>
          <w:color w:val="000000"/>
          <w:szCs w:val="22"/>
          <w:highlight w:val="lightGray"/>
        </w:rPr>
        <w:t>.</w:t>
      </w:r>
      <w:r w:rsidRPr="00C66485">
        <w:rPr>
          <w:rFonts w:ascii="Times New Roman" w:hAnsi="Times New Roman"/>
          <w:color w:val="000000"/>
          <w:szCs w:val="22"/>
        </w:rPr>
        <w:t xml:space="preserve"> ]</w:t>
      </w:r>
      <w:proofErr w:type="gramEnd"/>
      <w:r>
        <w:rPr>
          <w:rFonts w:ascii="Times New Roman" w:hAnsi="Times New Roman"/>
          <w:color w:val="000000"/>
          <w:szCs w:val="22"/>
        </w:rPr>
        <w:t xml:space="preserve"> </w:t>
      </w:r>
    </w:p>
    <w:p w14:paraId="1F217330" w14:textId="77777777"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614CA9D0"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14:paraId="551B854D" w14:textId="77777777"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14:paraId="1BD5B4AA" w14:textId="77777777" w:rsidR="00F53634" w:rsidRPr="006F3D58"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Contracting Authority.</w:t>
      </w:r>
      <w:r w:rsidRPr="006F3D58">
        <w:rPr>
          <w:sz w:val="22"/>
          <w:szCs w:val="22"/>
        </w:rPr>
        <w:t xml:space="preserve"> In no circumstances will the Contracting Authority be liable for damages, whatever their nature (in particular damages for loss of profits) or relationship to the cancellation of a tender, even if the Contracting Authority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Contracting Authority to implement the programme or project announced.</w:t>
      </w:r>
    </w:p>
    <w:p w14:paraId="7080A17E"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11C04068"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8F65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1773A35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4A4DCDA5"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7"/>
      <w:footerReference w:type="default" r:id="rId8"/>
      <w:headerReference w:type="first" r:id="rId9"/>
      <w:footerReference w:type="first" r:id="rId10"/>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98CC" w14:textId="77777777" w:rsidR="006247B7" w:rsidRDefault="006247B7">
      <w:r>
        <w:separator/>
      </w:r>
    </w:p>
  </w:endnote>
  <w:endnote w:type="continuationSeparator" w:id="0">
    <w:p w14:paraId="2A84EB61" w14:textId="77777777" w:rsidR="006247B7" w:rsidRDefault="0062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B3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6E4BA0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B00D" w14:textId="0AE4375F" w:rsidR="004427C2" w:rsidRPr="00C247F2" w:rsidRDefault="00C247F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8539" w14:textId="309E4182" w:rsidR="004427C2" w:rsidRPr="00BB73C2" w:rsidRDefault="00C247F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C247F2">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1</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D402" w14:textId="77777777" w:rsidR="006247B7" w:rsidRDefault="006247B7">
      <w:r>
        <w:separator/>
      </w:r>
    </w:p>
  </w:footnote>
  <w:footnote w:type="continuationSeparator" w:id="0">
    <w:p w14:paraId="1801FB02" w14:textId="77777777" w:rsidR="006247B7" w:rsidRDefault="00624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379F" w14:textId="7E427D5F" w:rsidR="009E23ED" w:rsidRDefault="004838E0" w:rsidP="009E23ED">
    <w:pPr>
      <w:rPr>
        <w:b/>
        <w:bCs/>
        <w:sz w:val="20"/>
      </w:rPr>
    </w:pPr>
    <w:r>
      <w:rPr>
        <w:noProof/>
      </w:rPr>
      <w:drawing>
        <wp:inline distT="0" distB="0" distL="0" distR="0" wp14:anchorId="57D096E1" wp14:editId="783908D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2908664A" w14:textId="647DB85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439450610">
    <w:abstractNumId w:val="3"/>
  </w:num>
  <w:num w:numId="2" w16cid:durableId="975263388">
    <w:abstractNumId w:val="2"/>
  </w:num>
  <w:num w:numId="3" w16cid:durableId="1711034059">
    <w:abstractNumId w:val="2"/>
  </w:num>
  <w:num w:numId="4" w16cid:durableId="1985623444">
    <w:abstractNumId w:val="2"/>
  </w:num>
  <w:num w:numId="5" w16cid:durableId="834876226">
    <w:abstractNumId w:val="0"/>
  </w:num>
  <w:num w:numId="6" w16cid:durableId="805659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F30FE5"/>
    <w:rsid w:val="00012BB1"/>
    <w:rsid w:val="0003183A"/>
    <w:rsid w:val="00037BC6"/>
    <w:rsid w:val="00040CE7"/>
    <w:rsid w:val="00047AA7"/>
    <w:rsid w:val="0005289B"/>
    <w:rsid w:val="000658C3"/>
    <w:rsid w:val="000855D7"/>
    <w:rsid w:val="00092C32"/>
    <w:rsid w:val="000B4902"/>
    <w:rsid w:val="000B59B8"/>
    <w:rsid w:val="000B7C77"/>
    <w:rsid w:val="000C0A7D"/>
    <w:rsid w:val="000C73AA"/>
    <w:rsid w:val="000D73F8"/>
    <w:rsid w:val="000E2A56"/>
    <w:rsid w:val="000E2E54"/>
    <w:rsid w:val="000E66FE"/>
    <w:rsid w:val="000F1B9E"/>
    <w:rsid w:val="000F27AC"/>
    <w:rsid w:val="000F2DFE"/>
    <w:rsid w:val="000F52ED"/>
    <w:rsid w:val="0010190C"/>
    <w:rsid w:val="0010320C"/>
    <w:rsid w:val="00104F8B"/>
    <w:rsid w:val="00142CFC"/>
    <w:rsid w:val="00151E3B"/>
    <w:rsid w:val="0015484F"/>
    <w:rsid w:val="00167EE6"/>
    <w:rsid w:val="00167F63"/>
    <w:rsid w:val="0018533F"/>
    <w:rsid w:val="001A4205"/>
    <w:rsid w:val="001A4511"/>
    <w:rsid w:val="001A46D5"/>
    <w:rsid w:val="001B18C3"/>
    <w:rsid w:val="001C728B"/>
    <w:rsid w:val="001D6F91"/>
    <w:rsid w:val="001F22C1"/>
    <w:rsid w:val="002018E6"/>
    <w:rsid w:val="00201D54"/>
    <w:rsid w:val="0020310D"/>
    <w:rsid w:val="00206498"/>
    <w:rsid w:val="002120D0"/>
    <w:rsid w:val="00215EA7"/>
    <w:rsid w:val="0022062C"/>
    <w:rsid w:val="00236E79"/>
    <w:rsid w:val="00244E56"/>
    <w:rsid w:val="00246DF1"/>
    <w:rsid w:val="00246F7D"/>
    <w:rsid w:val="00271484"/>
    <w:rsid w:val="00292E8E"/>
    <w:rsid w:val="002932ED"/>
    <w:rsid w:val="002949A5"/>
    <w:rsid w:val="00295469"/>
    <w:rsid w:val="002A0055"/>
    <w:rsid w:val="002A61C4"/>
    <w:rsid w:val="002B056E"/>
    <w:rsid w:val="002C4991"/>
    <w:rsid w:val="002C4FF0"/>
    <w:rsid w:val="002D100E"/>
    <w:rsid w:val="002D4EA9"/>
    <w:rsid w:val="002E1359"/>
    <w:rsid w:val="002F6796"/>
    <w:rsid w:val="002F74FB"/>
    <w:rsid w:val="00314E72"/>
    <w:rsid w:val="00335BA7"/>
    <w:rsid w:val="00336C50"/>
    <w:rsid w:val="0033739F"/>
    <w:rsid w:val="00353BCB"/>
    <w:rsid w:val="003562AB"/>
    <w:rsid w:val="003604C6"/>
    <w:rsid w:val="0037086A"/>
    <w:rsid w:val="00372703"/>
    <w:rsid w:val="0037561C"/>
    <w:rsid w:val="00383E5C"/>
    <w:rsid w:val="00390379"/>
    <w:rsid w:val="003A18CD"/>
    <w:rsid w:val="003A2337"/>
    <w:rsid w:val="003A51B7"/>
    <w:rsid w:val="003A61E0"/>
    <w:rsid w:val="003A7680"/>
    <w:rsid w:val="003C0D02"/>
    <w:rsid w:val="003D684B"/>
    <w:rsid w:val="003E6D07"/>
    <w:rsid w:val="003E7F67"/>
    <w:rsid w:val="003F3B9C"/>
    <w:rsid w:val="003F4698"/>
    <w:rsid w:val="003F4A3A"/>
    <w:rsid w:val="003F706B"/>
    <w:rsid w:val="004427C2"/>
    <w:rsid w:val="0046616B"/>
    <w:rsid w:val="004834A8"/>
    <w:rsid w:val="004838E0"/>
    <w:rsid w:val="00491385"/>
    <w:rsid w:val="00492AEF"/>
    <w:rsid w:val="004B2E4E"/>
    <w:rsid w:val="004B4486"/>
    <w:rsid w:val="004F0E23"/>
    <w:rsid w:val="004F0EB6"/>
    <w:rsid w:val="004F5B83"/>
    <w:rsid w:val="00501230"/>
    <w:rsid w:val="00506E9F"/>
    <w:rsid w:val="00514258"/>
    <w:rsid w:val="005345AE"/>
    <w:rsid w:val="00537F65"/>
    <w:rsid w:val="00551B55"/>
    <w:rsid w:val="00552C2E"/>
    <w:rsid w:val="00554C82"/>
    <w:rsid w:val="00571060"/>
    <w:rsid w:val="005748C1"/>
    <w:rsid w:val="005848DB"/>
    <w:rsid w:val="00587974"/>
    <w:rsid w:val="005968BD"/>
    <w:rsid w:val="005A3CAF"/>
    <w:rsid w:val="005A748E"/>
    <w:rsid w:val="005C07C5"/>
    <w:rsid w:val="005C213D"/>
    <w:rsid w:val="005C6C65"/>
    <w:rsid w:val="005D558E"/>
    <w:rsid w:val="005E1EAB"/>
    <w:rsid w:val="005E43B0"/>
    <w:rsid w:val="005E4FA6"/>
    <w:rsid w:val="00602E4D"/>
    <w:rsid w:val="00604040"/>
    <w:rsid w:val="00610A00"/>
    <w:rsid w:val="00610FDE"/>
    <w:rsid w:val="006130E4"/>
    <w:rsid w:val="006247B7"/>
    <w:rsid w:val="00631DE0"/>
    <w:rsid w:val="00650D14"/>
    <w:rsid w:val="006526C3"/>
    <w:rsid w:val="00652CF5"/>
    <w:rsid w:val="006555BA"/>
    <w:rsid w:val="00664DD0"/>
    <w:rsid w:val="0067747B"/>
    <w:rsid w:val="00677DB0"/>
    <w:rsid w:val="00683E8E"/>
    <w:rsid w:val="0069239E"/>
    <w:rsid w:val="006A7A17"/>
    <w:rsid w:val="006C269A"/>
    <w:rsid w:val="006C2843"/>
    <w:rsid w:val="006D1F4D"/>
    <w:rsid w:val="006E2981"/>
    <w:rsid w:val="006F3D58"/>
    <w:rsid w:val="00700743"/>
    <w:rsid w:val="00700AB9"/>
    <w:rsid w:val="007142D2"/>
    <w:rsid w:val="00720F1A"/>
    <w:rsid w:val="00721FDA"/>
    <w:rsid w:val="00731192"/>
    <w:rsid w:val="007444CC"/>
    <w:rsid w:val="00783177"/>
    <w:rsid w:val="007A6A71"/>
    <w:rsid w:val="007B2300"/>
    <w:rsid w:val="007B4848"/>
    <w:rsid w:val="007C0727"/>
    <w:rsid w:val="007C401E"/>
    <w:rsid w:val="007E2C31"/>
    <w:rsid w:val="007F0E71"/>
    <w:rsid w:val="007F287A"/>
    <w:rsid w:val="00812CBC"/>
    <w:rsid w:val="00822F8D"/>
    <w:rsid w:val="00826BAC"/>
    <w:rsid w:val="0084601F"/>
    <w:rsid w:val="00871B01"/>
    <w:rsid w:val="0087466F"/>
    <w:rsid w:val="00883ABE"/>
    <w:rsid w:val="008C1114"/>
    <w:rsid w:val="008C3F2C"/>
    <w:rsid w:val="008D31BE"/>
    <w:rsid w:val="008D4F49"/>
    <w:rsid w:val="008D534B"/>
    <w:rsid w:val="008E4BC1"/>
    <w:rsid w:val="008F65FE"/>
    <w:rsid w:val="00905E78"/>
    <w:rsid w:val="00914D8C"/>
    <w:rsid w:val="00920BED"/>
    <w:rsid w:val="0094559A"/>
    <w:rsid w:val="00950AAE"/>
    <w:rsid w:val="00952C30"/>
    <w:rsid w:val="009548DE"/>
    <w:rsid w:val="0098216D"/>
    <w:rsid w:val="0098378D"/>
    <w:rsid w:val="009874BE"/>
    <w:rsid w:val="0099268E"/>
    <w:rsid w:val="009A786D"/>
    <w:rsid w:val="009B3CB8"/>
    <w:rsid w:val="009C68B2"/>
    <w:rsid w:val="009D0039"/>
    <w:rsid w:val="009D42CE"/>
    <w:rsid w:val="009D7289"/>
    <w:rsid w:val="009E23ED"/>
    <w:rsid w:val="009F62FF"/>
    <w:rsid w:val="00A00CF0"/>
    <w:rsid w:val="00A03094"/>
    <w:rsid w:val="00A04211"/>
    <w:rsid w:val="00A351E9"/>
    <w:rsid w:val="00A4414D"/>
    <w:rsid w:val="00A46E77"/>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42331"/>
    <w:rsid w:val="00B54A42"/>
    <w:rsid w:val="00B60789"/>
    <w:rsid w:val="00B61A03"/>
    <w:rsid w:val="00B67E13"/>
    <w:rsid w:val="00B73A90"/>
    <w:rsid w:val="00B837EA"/>
    <w:rsid w:val="00BA4E24"/>
    <w:rsid w:val="00BB73C2"/>
    <w:rsid w:val="00BD0847"/>
    <w:rsid w:val="00BD3CDB"/>
    <w:rsid w:val="00BE44DA"/>
    <w:rsid w:val="00BF4E68"/>
    <w:rsid w:val="00C17919"/>
    <w:rsid w:val="00C247F2"/>
    <w:rsid w:val="00C24EB9"/>
    <w:rsid w:val="00C41984"/>
    <w:rsid w:val="00C430E0"/>
    <w:rsid w:val="00C47276"/>
    <w:rsid w:val="00C47FA5"/>
    <w:rsid w:val="00C50071"/>
    <w:rsid w:val="00C51F39"/>
    <w:rsid w:val="00C52494"/>
    <w:rsid w:val="00C54C92"/>
    <w:rsid w:val="00C66485"/>
    <w:rsid w:val="00C74CC6"/>
    <w:rsid w:val="00C773F2"/>
    <w:rsid w:val="00C87CB9"/>
    <w:rsid w:val="00C90A62"/>
    <w:rsid w:val="00C9793D"/>
    <w:rsid w:val="00CC006A"/>
    <w:rsid w:val="00CC641E"/>
    <w:rsid w:val="00CD497D"/>
    <w:rsid w:val="00CD5A1C"/>
    <w:rsid w:val="00CD73AB"/>
    <w:rsid w:val="00CF0C2D"/>
    <w:rsid w:val="00D206F7"/>
    <w:rsid w:val="00D20A4C"/>
    <w:rsid w:val="00D41DF6"/>
    <w:rsid w:val="00D51F32"/>
    <w:rsid w:val="00D53BB3"/>
    <w:rsid w:val="00D82876"/>
    <w:rsid w:val="00D873E8"/>
    <w:rsid w:val="00DA68C7"/>
    <w:rsid w:val="00DB6E17"/>
    <w:rsid w:val="00DE5C4C"/>
    <w:rsid w:val="00DF009A"/>
    <w:rsid w:val="00DF0451"/>
    <w:rsid w:val="00E01934"/>
    <w:rsid w:val="00E2035D"/>
    <w:rsid w:val="00E22600"/>
    <w:rsid w:val="00E5307C"/>
    <w:rsid w:val="00E5359D"/>
    <w:rsid w:val="00E634A2"/>
    <w:rsid w:val="00E668A7"/>
    <w:rsid w:val="00E714D1"/>
    <w:rsid w:val="00E740B1"/>
    <w:rsid w:val="00E75FBE"/>
    <w:rsid w:val="00E76001"/>
    <w:rsid w:val="00E77577"/>
    <w:rsid w:val="00E77FBB"/>
    <w:rsid w:val="00E929BD"/>
    <w:rsid w:val="00E95000"/>
    <w:rsid w:val="00E96498"/>
    <w:rsid w:val="00EB2990"/>
    <w:rsid w:val="00EB74FE"/>
    <w:rsid w:val="00EE20B2"/>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55B8BD"/>
  <w15:chartTrackingRefBased/>
  <w15:docId w15:val="{6748E37A-9C4A-4D96-B67D-2DCF20B0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DIS2.DOT</Template>
  <TotalTime>3</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Davor Skocibusic</cp:lastModifiedBy>
  <cp:revision>7</cp:revision>
  <cp:lastPrinted>2012-09-28T14:57:00Z</cp:lastPrinted>
  <dcterms:created xsi:type="dcterms:W3CDTF">2019-04-04T19:35:00Z</dcterms:created>
  <dcterms:modified xsi:type="dcterms:W3CDTF">2024-09-15T13:58:00Z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ies>
</file>